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3C" w:rsidRDefault="0069513C" w:rsidP="0069513C">
      <w:pPr>
        <w:spacing w:line="60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6" type="#_x0000_t202" style="position:absolute;left:0;text-align:left;margin-left:-30.05pt;margin-top:-43.85pt;width:176.85pt;height:134.35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69513C" w:rsidRPr="00A911F7" w:rsidRDefault="0069513C" w:rsidP="0069513C">
                  <w:pPr>
                    <w:spacing w:line="600" w:lineRule="exact"/>
                    <w:rPr>
                      <w:rFonts w:ascii="黑体" w:eastAsia="黑体" w:hAnsi="黑体" w:hint="eastAsia"/>
                      <w:bCs/>
                      <w:sz w:val="32"/>
                      <w:szCs w:val="32"/>
                    </w:rPr>
                  </w:pPr>
                  <w:r w:rsidRPr="00A911F7">
                    <w:rPr>
                      <w:rFonts w:ascii="黑体" w:eastAsia="黑体" w:hAnsi="黑体" w:hint="eastAsia"/>
                      <w:bCs/>
                      <w:sz w:val="32"/>
                      <w:szCs w:val="32"/>
                    </w:rPr>
                    <w:t>附件2</w:t>
                  </w:r>
                </w:p>
                <w:p w:rsidR="0069513C" w:rsidRDefault="0069513C" w:rsidP="0069513C"/>
              </w:txbxContent>
            </v:textbox>
          </v:shape>
        </w:pict>
      </w:r>
      <w:r>
        <w:rPr>
          <w:rFonts w:ascii="方正小标宋简体" w:eastAsia="方正小标宋简体" w:hint="eastAsia"/>
          <w:bCs/>
          <w:sz w:val="44"/>
          <w:szCs w:val="44"/>
        </w:rPr>
        <w:t>中医医术确有专长人员（多年实践人员）</w:t>
      </w:r>
    </w:p>
    <w:p w:rsidR="0069513C" w:rsidRDefault="0069513C" w:rsidP="0069513C">
      <w:pPr>
        <w:spacing w:line="60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医师资格考核申请表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780"/>
        <w:gridCol w:w="927"/>
        <w:gridCol w:w="7"/>
        <w:gridCol w:w="766"/>
        <w:gridCol w:w="1124"/>
        <w:gridCol w:w="1134"/>
        <w:gridCol w:w="435"/>
        <w:gridCol w:w="555"/>
        <w:gridCol w:w="711"/>
        <w:gridCol w:w="294"/>
        <w:gridCol w:w="993"/>
        <w:gridCol w:w="2055"/>
      </w:tblGrid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1998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55" w:type="dxa"/>
            <w:vMerge w:val="restart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照 片</w:t>
            </w: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1897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1998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55" w:type="dxa"/>
            <w:vMerge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文化程度</w:t>
            </w:r>
          </w:p>
        </w:tc>
        <w:tc>
          <w:tcPr>
            <w:tcW w:w="1897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1998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55" w:type="dxa"/>
            <w:vMerge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健康状况</w:t>
            </w:r>
          </w:p>
        </w:tc>
        <w:tc>
          <w:tcPr>
            <w:tcW w:w="1897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现从事主要职业</w:t>
            </w:r>
          </w:p>
        </w:tc>
        <w:tc>
          <w:tcPr>
            <w:tcW w:w="1998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55" w:type="dxa"/>
            <w:vMerge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工作单位</w:t>
            </w:r>
          </w:p>
        </w:tc>
        <w:tc>
          <w:tcPr>
            <w:tcW w:w="8074" w:type="dxa"/>
            <w:gridSpan w:val="10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家庭地址</w:t>
            </w:r>
          </w:p>
        </w:tc>
        <w:tc>
          <w:tcPr>
            <w:tcW w:w="8074" w:type="dxa"/>
            <w:gridSpan w:val="10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通讯地址</w:t>
            </w:r>
          </w:p>
        </w:tc>
        <w:tc>
          <w:tcPr>
            <w:tcW w:w="8074" w:type="dxa"/>
            <w:gridSpan w:val="10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邮编</w:t>
            </w:r>
          </w:p>
        </w:tc>
        <w:tc>
          <w:tcPr>
            <w:tcW w:w="3031" w:type="dxa"/>
            <w:gridSpan w:val="4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342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户籍所在地</w:t>
            </w:r>
          </w:p>
        </w:tc>
        <w:tc>
          <w:tcPr>
            <w:tcW w:w="3031" w:type="dxa"/>
            <w:gridSpan w:val="4"/>
            <w:tcBorders>
              <w:righ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身份证号码</w:t>
            </w:r>
          </w:p>
        </w:tc>
        <w:tc>
          <w:tcPr>
            <w:tcW w:w="3342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医术实践地点</w:t>
            </w:r>
          </w:p>
        </w:tc>
        <w:tc>
          <w:tcPr>
            <w:tcW w:w="3031" w:type="dxa"/>
            <w:gridSpan w:val="4"/>
            <w:tcBorders>
              <w:righ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医术实践时间</w:t>
            </w:r>
          </w:p>
        </w:tc>
        <w:tc>
          <w:tcPr>
            <w:tcW w:w="3342" w:type="dxa"/>
            <w:gridSpan w:val="3"/>
            <w:vAlign w:val="center"/>
          </w:tcPr>
          <w:p w:rsidR="0069513C" w:rsidRDefault="0069513C" w:rsidP="002A1CE9">
            <w:pPr>
              <w:spacing w:line="360" w:lineRule="auto"/>
              <w:ind w:firstLineChars="250" w:firstLine="600"/>
              <w:jc w:val="lef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 月至     年  月</w:t>
            </w: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医术专长</w:t>
            </w:r>
          </w:p>
        </w:tc>
        <w:tc>
          <w:tcPr>
            <w:tcW w:w="4732" w:type="dxa"/>
            <w:gridSpan w:val="7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287" w:type="dxa"/>
            <w:gridSpan w:val="2"/>
            <w:tcBorders>
              <w:righ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近五年</w:t>
            </w: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服务人数</w:t>
            </w:r>
          </w:p>
        </w:tc>
        <w:tc>
          <w:tcPr>
            <w:tcW w:w="2055" w:type="dxa"/>
            <w:tcBorders>
              <w:lef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学习途径</w:t>
            </w:r>
          </w:p>
        </w:tc>
        <w:tc>
          <w:tcPr>
            <w:tcW w:w="8074" w:type="dxa"/>
            <w:gridSpan w:val="10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自学□　　　　　　家传□　　　　　　跟师□　　　　　　自创□</w:t>
            </w:r>
          </w:p>
        </w:tc>
      </w:tr>
      <w:tr w:rsidR="0069513C" w:rsidTr="002A1CE9">
        <w:trPr>
          <w:trHeight w:val="737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医术渊源</w:t>
            </w:r>
          </w:p>
        </w:tc>
        <w:tc>
          <w:tcPr>
            <w:tcW w:w="8074" w:type="dxa"/>
            <w:gridSpan w:val="10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737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个人学习</w:t>
            </w: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</w:tcPr>
          <w:p w:rsidR="0069513C" w:rsidRDefault="0069513C" w:rsidP="002A1CE9">
            <w:pPr>
              <w:spacing w:line="44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4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4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40" w:lineRule="exact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1676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lastRenderedPageBreak/>
              <w:t>医术实践</w:t>
            </w: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vAlign w:val="center"/>
          </w:tcPr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1686"/>
          <w:jc w:val="center"/>
        </w:trPr>
        <w:tc>
          <w:tcPr>
            <w:tcW w:w="1707" w:type="dxa"/>
            <w:gridSpan w:val="2"/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医术专长</w:t>
            </w:r>
          </w:p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综述</w:t>
            </w:r>
          </w:p>
        </w:tc>
        <w:tc>
          <w:tcPr>
            <w:tcW w:w="8074" w:type="dxa"/>
            <w:gridSpan w:val="10"/>
          </w:tcPr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</w:p>
        </w:tc>
      </w:tr>
      <w:tr w:rsidR="0069513C" w:rsidTr="002A1CE9">
        <w:trPr>
          <w:trHeight w:val="779"/>
          <w:jc w:val="center"/>
        </w:trPr>
        <w:tc>
          <w:tcPr>
            <w:tcW w:w="9781" w:type="dxa"/>
            <w:gridSpan w:val="12"/>
            <w:vAlign w:val="center"/>
          </w:tcPr>
          <w:p w:rsidR="0069513C" w:rsidRDefault="0069513C" w:rsidP="002A1CE9">
            <w:pPr>
              <w:spacing w:line="360" w:lineRule="auto"/>
              <w:rPr>
                <w:rFonts w:ascii="仿宋_GB2312" w:eastAsia="仿宋_GB2312" w:hint="eastAsia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回顾性中医医术实践资料5例（需提供患者真实姓名、住址、电话，以附件形式附后）</w:t>
            </w:r>
          </w:p>
        </w:tc>
      </w:tr>
      <w:tr w:rsidR="0069513C" w:rsidTr="002A1CE9">
        <w:trPr>
          <w:trHeight w:val="1965"/>
          <w:jc w:val="center"/>
        </w:trPr>
        <w:tc>
          <w:tcPr>
            <w:tcW w:w="9781" w:type="dxa"/>
            <w:gridSpan w:val="1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69513C" w:rsidRDefault="0069513C" w:rsidP="002A1CE9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本人承诺所填报信息全部真实准确，如有虚假，个人自行承担后果。</w:t>
            </w:r>
          </w:p>
          <w:p w:rsidR="0069513C" w:rsidRDefault="0069513C" w:rsidP="002A1CE9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ind w:firstLineChars="2250" w:firstLine="5400"/>
              <w:rPr>
                <w:rFonts w:ascii="仿宋_GB2312" w:eastAsia="仿宋_GB2312" w:hint="eastAsia"/>
                <w:bCs/>
                <w:sz w:val="24"/>
                <w:u w:val="single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本人签字：</w:t>
            </w:r>
            <w:r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　　　　　　</w:t>
            </w:r>
          </w:p>
          <w:p w:rsidR="0069513C" w:rsidRDefault="0069513C" w:rsidP="002A1CE9">
            <w:pPr>
              <w:ind w:leftChars="3000" w:left="6300"/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  <w:p w:rsidR="0069513C" w:rsidRDefault="0069513C" w:rsidP="002A1CE9">
            <w:pPr>
              <w:ind w:firstLineChars="2250" w:firstLine="5400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日    期：　　　年　　月　　日</w:t>
            </w:r>
          </w:p>
          <w:p w:rsidR="0069513C" w:rsidRDefault="0069513C" w:rsidP="002A1CE9">
            <w:pPr>
              <w:ind w:leftChars="3000" w:left="6300"/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9513C" w:rsidRDefault="0069513C" w:rsidP="002A1CE9">
            <w:pPr>
              <w:spacing w:line="360" w:lineRule="exact"/>
              <w:jc w:val="center"/>
              <w:rPr>
                <w:rFonts w:ascii="黑体" w:eastAsia="黑体" w:hint="eastAsia"/>
                <w:bCs/>
                <w:sz w:val="36"/>
                <w:szCs w:val="36"/>
              </w:rPr>
            </w:pPr>
            <w:r>
              <w:rPr>
                <w:rFonts w:ascii="黑体" w:eastAsia="黑体" w:hint="eastAsia"/>
                <w:bCs/>
                <w:sz w:val="36"/>
                <w:szCs w:val="36"/>
              </w:rPr>
              <w:lastRenderedPageBreak/>
              <w:t>推荐材料 一</w:t>
            </w: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 w:val="restart"/>
            <w:tcBorders>
              <w:top w:val="single" w:sz="12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师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基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sz="12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医师资格证书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医师执业证书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780" w:type="dxa"/>
            <w:tcBorders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师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意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spacing w:line="340" w:lineRule="exact"/>
              <w:ind w:firstLineChars="200" w:firstLine="480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本人承诺推荐内容真实准确。</w:t>
            </w: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Chars="1900" w:firstLine="456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推荐医师签字：</w:t>
            </w:r>
          </w:p>
          <w:p w:rsidR="0069513C" w:rsidRDefault="0069513C" w:rsidP="002A1CE9">
            <w:pPr>
              <w:spacing w:line="360" w:lineRule="exac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　                                           年  　月  　日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9513C" w:rsidRDefault="0069513C" w:rsidP="002A1CE9">
            <w:pPr>
              <w:spacing w:line="360" w:lineRule="exact"/>
              <w:jc w:val="center"/>
              <w:rPr>
                <w:rFonts w:ascii="黑体" w:eastAsia="黑体" w:hint="eastAsia"/>
                <w:bCs/>
                <w:sz w:val="36"/>
                <w:szCs w:val="36"/>
              </w:rPr>
            </w:pPr>
            <w:r>
              <w:rPr>
                <w:rFonts w:ascii="黑体" w:eastAsia="黑体" w:hint="eastAsia"/>
                <w:bCs/>
                <w:sz w:val="36"/>
                <w:szCs w:val="36"/>
              </w:rPr>
              <w:lastRenderedPageBreak/>
              <w:t>推荐材料 二</w:t>
            </w: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 w:val="restart"/>
            <w:tcBorders>
              <w:top w:val="single" w:sz="12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师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基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sz="12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医师资格证书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医师执业证书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794"/>
          <w:jc w:val="center"/>
        </w:trPr>
        <w:tc>
          <w:tcPr>
            <w:tcW w:w="780" w:type="dxa"/>
            <w:vMerge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680"/>
          <w:jc w:val="center"/>
        </w:trPr>
        <w:tc>
          <w:tcPr>
            <w:tcW w:w="780" w:type="dxa"/>
            <w:tcBorders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荐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医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师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意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sz="8" w:space="0" w:color="auto"/>
            </w:tcBorders>
            <w:vAlign w:val="center"/>
          </w:tcPr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:rsidR="0069513C" w:rsidRDefault="0069513C" w:rsidP="002A1CE9">
            <w:pPr>
              <w:spacing w:line="340" w:lineRule="exact"/>
              <w:ind w:firstLineChars="200" w:firstLine="480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本人承诺推荐内容真实准确。</w:t>
            </w:r>
          </w:p>
          <w:p w:rsidR="0069513C" w:rsidRDefault="0069513C" w:rsidP="002A1CE9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Chars="1900" w:firstLine="456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推荐医师签字：</w:t>
            </w:r>
          </w:p>
          <w:p w:rsidR="0069513C" w:rsidRDefault="0069513C" w:rsidP="002A1CE9">
            <w:pPr>
              <w:spacing w:line="360" w:lineRule="exac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　                                           年  　月  　日</w:t>
            </w:r>
          </w:p>
          <w:p w:rsidR="0069513C" w:rsidRDefault="0069513C" w:rsidP="002A1CE9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69513C" w:rsidTr="002A1CE9">
        <w:trPr>
          <w:trHeight w:val="2417"/>
          <w:jc w:val="center"/>
        </w:trPr>
        <w:tc>
          <w:tcPr>
            <w:tcW w:w="1714" w:type="dxa"/>
            <w:gridSpan w:val="3"/>
            <w:tcBorders>
              <w:righ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lastRenderedPageBreak/>
              <w:t>县级中医药主管部门意见</w:t>
            </w:r>
          </w:p>
        </w:tc>
        <w:tc>
          <w:tcPr>
            <w:tcW w:w="8067" w:type="dxa"/>
            <w:gridSpan w:val="9"/>
            <w:tcBorders>
              <w:left w:val="single" w:sz="4" w:space="0" w:color="auto"/>
            </w:tcBorders>
            <w:vAlign w:val="center"/>
          </w:tcPr>
          <w:p w:rsidR="0069513C" w:rsidRDefault="0069513C" w:rsidP="002A1CE9">
            <w:pPr>
              <w:spacing w:line="500" w:lineRule="exac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（初审意见）</w:t>
            </w:r>
          </w:p>
          <w:p w:rsidR="0069513C" w:rsidRDefault="0069513C" w:rsidP="002A1CE9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50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审核人签字                    </w:t>
            </w:r>
          </w:p>
          <w:p w:rsidR="0069513C" w:rsidRDefault="0069513C" w:rsidP="002A1CE9">
            <w:pPr>
              <w:spacing w:line="50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50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单位负责人签字                </w:t>
            </w:r>
          </w:p>
          <w:p w:rsidR="0069513C" w:rsidRDefault="0069513C" w:rsidP="002A1CE9">
            <w:pPr>
              <w:spacing w:line="50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（单位公章）     </w:t>
            </w:r>
          </w:p>
          <w:p w:rsidR="0069513C" w:rsidRDefault="0069513C" w:rsidP="002A1CE9">
            <w:pPr>
              <w:spacing w:line="500" w:lineRule="exact"/>
              <w:ind w:right="240"/>
              <w:jc w:val="righ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年  　月  　日     </w:t>
            </w:r>
          </w:p>
        </w:tc>
      </w:tr>
      <w:tr w:rsidR="0069513C" w:rsidTr="002A1CE9">
        <w:trPr>
          <w:trHeight w:val="2552"/>
          <w:jc w:val="center"/>
        </w:trPr>
        <w:tc>
          <w:tcPr>
            <w:tcW w:w="1714" w:type="dxa"/>
            <w:gridSpan w:val="3"/>
            <w:tcBorders>
              <w:righ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地市级中医药主管部门意见</w:t>
            </w:r>
          </w:p>
        </w:tc>
        <w:tc>
          <w:tcPr>
            <w:tcW w:w="8067" w:type="dxa"/>
            <w:gridSpan w:val="9"/>
            <w:tcBorders>
              <w:left w:val="single" w:sz="4" w:space="0" w:color="auto"/>
            </w:tcBorders>
            <w:vAlign w:val="center"/>
          </w:tcPr>
          <w:p w:rsidR="0069513C" w:rsidRDefault="0069513C" w:rsidP="002A1CE9">
            <w:pPr>
              <w:spacing w:line="490" w:lineRule="exac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（复审意见）</w:t>
            </w:r>
          </w:p>
          <w:p w:rsidR="0069513C" w:rsidRDefault="0069513C" w:rsidP="002A1CE9">
            <w:pPr>
              <w:spacing w:line="49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9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9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9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审核人签字                    </w:t>
            </w:r>
          </w:p>
          <w:p w:rsidR="0069513C" w:rsidRDefault="0069513C" w:rsidP="002A1CE9">
            <w:pPr>
              <w:spacing w:line="49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9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单位负责人签字                </w:t>
            </w:r>
          </w:p>
          <w:p w:rsidR="0069513C" w:rsidRDefault="0069513C" w:rsidP="002A1CE9">
            <w:pPr>
              <w:spacing w:line="49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（单位公章）     </w:t>
            </w:r>
          </w:p>
          <w:p w:rsidR="0069513C" w:rsidRDefault="0069513C" w:rsidP="002A1CE9">
            <w:pPr>
              <w:spacing w:line="49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年  　月  　日       </w:t>
            </w:r>
          </w:p>
        </w:tc>
      </w:tr>
      <w:tr w:rsidR="0069513C" w:rsidTr="002A1CE9">
        <w:trPr>
          <w:trHeight w:val="980"/>
          <w:jc w:val="center"/>
        </w:trPr>
        <w:tc>
          <w:tcPr>
            <w:tcW w:w="1714" w:type="dxa"/>
            <w:gridSpan w:val="3"/>
            <w:tcBorders>
              <w:right w:val="single" w:sz="4" w:space="0" w:color="auto"/>
            </w:tcBorders>
            <w:vAlign w:val="center"/>
          </w:tcPr>
          <w:p w:rsidR="0069513C" w:rsidRDefault="0069513C" w:rsidP="002A1CE9">
            <w:pPr>
              <w:spacing w:line="360" w:lineRule="auto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省级中医药主管部门意见</w:t>
            </w:r>
          </w:p>
        </w:tc>
        <w:tc>
          <w:tcPr>
            <w:tcW w:w="8067" w:type="dxa"/>
            <w:gridSpan w:val="9"/>
            <w:tcBorders>
              <w:left w:val="single" w:sz="4" w:space="0" w:color="auto"/>
            </w:tcBorders>
            <w:vAlign w:val="center"/>
          </w:tcPr>
          <w:p w:rsidR="0069513C" w:rsidRDefault="0069513C" w:rsidP="002A1CE9">
            <w:pPr>
              <w:spacing w:line="480" w:lineRule="exact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（审核意见）</w:t>
            </w:r>
          </w:p>
          <w:p w:rsidR="0069513C" w:rsidRDefault="0069513C" w:rsidP="002A1CE9">
            <w:pPr>
              <w:spacing w:line="48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8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8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8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审核人签字                    </w:t>
            </w:r>
          </w:p>
          <w:p w:rsidR="0069513C" w:rsidRDefault="0069513C" w:rsidP="002A1CE9">
            <w:pPr>
              <w:spacing w:line="48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513C" w:rsidRDefault="0069513C" w:rsidP="002A1CE9">
            <w:pPr>
              <w:spacing w:line="48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单位负责人签字                </w:t>
            </w:r>
          </w:p>
          <w:p w:rsidR="0069513C" w:rsidRDefault="0069513C" w:rsidP="002A1CE9">
            <w:pPr>
              <w:spacing w:line="480" w:lineRule="exact"/>
              <w:ind w:right="4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（单位公章）     </w:t>
            </w:r>
          </w:p>
          <w:p w:rsidR="0069513C" w:rsidRDefault="0069513C" w:rsidP="002A1CE9">
            <w:pPr>
              <w:spacing w:line="480" w:lineRule="exact"/>
              <w:ind w:right="108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年  　月  　日       </w:t>
            </w:r>
          </w:p>
        </w:tc>
      </w:tr>
    </w:tbl>
    <w:p w:rsidR="0069513C" w:rsidRDefault="0069513C" w:rsidP="0069513C">
      <w:pPr>
        <w:spacing w:line="80" w:lineRule="exact"/>
        <w:rPr>
          <w:rFonts w:hint="eastAsia"/>
          <w:sz w:val="24"/>
        </w:rPr>
      </w:pPr>
    </w:p>
    <w:p w:rsidR="0069513C" w:rsidRDefault="0069513C" w:rsidP="0069513C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lastRenderedPageBreak/>
        <w:t>填表说明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1.本表供中医医术确有专长人员（多年实践人员）申请参加医师资格考核时使用。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pacing w:val="-20"/>
          <w:sz w:val="30"/>
          <w:szCs w:val="30"/>
        </w:rPr>
        <w:t>一律用钢笔或签字笔填写，内容要具体、真实，字迹要端正清楚。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3.第1－2页由申请人填写，第3-4页由推荐医师填写，第5页由各级中医药主管部门填写。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4.表内的年月日时间，一律用公历阿拉伯数字填写。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5.照片应为申请人近期二寸免冠白底照片。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6.文化程度：填写申请人目前所取得的最高学历。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7.工作单位：没有工作单位者，填“无”。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8.医术实践地点：应具体到XX省（区、市）XX市（地、州、盟）XX县（区、旗）XX乡（镇、街道）。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9.医术专长：应包括使用的中医药技术方法和擅长治疗的病证范围。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10.近五年服务人数：是指近五年内应用医术专长服务的人数。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11.医术渊源：包括中医医疗服务类非物质文化遗产传承脉络、家族行医记载记录、医籍文献等。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12.个人学习经历：包括文化学习和医术学习经历。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13.医术专长综述：包括医术的基本内容及特点描述、适应症或适用范围、安全性及有效性的说明等。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14.推荐医师基本情况：需附推荐医师医师资格证书、医师执业证书复印件。</w:t>
      </w:r>
    </w:p>
    <w:p w:rsidR="0069513C" w:rsidRDefault="0069513C" w:rsidP="0069513C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15.推荐医师意见：包括被推荐人姓名、医术专长和推荐理由等。</w:t>
      </w:r>
    </w:p>
    <w:p w:rsidR="00724BB2" w:rsidRPr="0069513C" w:rsidRDefault="00724BB2"/>
    <w:sectPr w:rsidR="00724BB2" w:rsidRPr="0069513C">
      <w:pgSz w:w="11906" w:h="16838"/>
      <w:pgMar w:top="1701" w:right="1531" w:bottom="1701" w:left="153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513C"/>
    <w:rsid w:val="00000700"/>
    <w:rsid w:val="00000CFC"/>
    <w:rsid w:val="00000F0B"/>
    <w:rsid w:val="00001B16"/>
    <w:rsid w:val="00004C2A"/>
    <w:rsid w:val="00005E99"/>
    <w:rsid w:val="00005FDE"/>
    <w:rsid w:val="00011A0E"/>
    <w:rsid w:val="00013734"/>
    <w:rsid w:val="0001440A"/>
    <w:rsid w:val="0001455D"/>
    <w:rsid w:val="00015198"/>
    <w:rsid w:val="0001730E"/>
    <w:rsid w:val="000176B3"/>
    <w:rsid w:val="00017705"/>
    <w:rsid w:val="00022FBB"/>
    <w:rsid w:val="00031B71"/>
    <w:rsid w:val="00032078"/>
    <w:rsid w:val="000339FD"/>
    <w:rsid w:val="00033ADF"/>
    <w:rsid w:val="00033CA0"/>
    <w:rsid w:val="00034DFA"/>
    <w:rsid w:val="0003626C"/>
    <w:rsid w:val="000362A1"/>
    <w:rsid w:val="00037F6E"/>
    <w:rsid w:val="00040280"/>
    <w:rsid w:val="00041DC0"/>
    <w:rsid w:val="00045F13"/>
    <w:rsid w:val="00046A12"/>
    <w:rsid w:val="00051E67"/>
    <w:rsid w:val="0005249C"/>
    <w:rsid w:val="00054966"/>
    <w:rsid w:val="00056AE4"/>
    <w:rsid w:val="00061F81"/>
    <w:rsid w:val="00062613"/>
    <w:rsid w:val="000638DE"/>
    <w:rsid w:val="00067303"/>
    <w:rsid w:val="00067541"/>
    <w:rsid w:val="00071BB4"/>
    <w:rsid w:val="0007363D"/>
    <w:rsid w:val="000748AB"/>
    <w:rsid w:val="00077DEA"/>
    <w:rsid w:val="000803D3"/>
    <w:rsid w:val="000843EF"/>
    <w:rsid w:val="00086C88"/>
    <w:rsid w:val="00086FE6"/>
    <w:rsid w:val="00094B5E"/>
    <w:rsid w:val="000957A7"/>
    <w:rsid w:val="000962B3"/>
    <w:rsid w:val="000A17F8"/>
    <w:rsid w:val="000A26AD"/>
    <w:rsid w:val="000A33A8"/>
    <w:rsid w:val="000A48F5"/>
    <w:rsid w:val="000A6B15"/>
    <w:rsid w:val="000A77A4"/>
    <w:rsid w:val="000B154D"/>
    <w:rsid w:val="000B27CD"/>
    <w:rsid w:val="000B2854"/>
    <w:rsid w:val="000B3699"/>
    <w:rsid w:val="000B56C9"/>
    <w:rsid w:val="000B6B97"/>
    <w:rsid w:val="000B7A88"/>
    <w:rsid w:val="000C0AB0"/>
    <w:rsid w:val="000C1CB3"/>
    <w:rsid w:val="000C21F2"/>
    <w:rsid w:val="000C24FB"/>
    <w:rsid w:val="000C254A"/>
    <w:rsid w:val="000C3BEC"/>
    <w:rsid w:val="000C4D9B"/>
    <w:rsid w:val="000C6F35"/>
    <w:rsid w:val="000D0DCD"/>
    <w:rsid w:val="000D2DBA"/>
    <w:rsid w:val="000D491F"/>
    <w:rsid w:val="000F0490"/>
    <w:rsid w:val="000F0BA8"/>
    <w:rsid w:val="000F0F55"/>
    <w:rsid w:val="000F57AD"/>
    <w:rsid w:val="000F779D"/>
    <w:rsid w:val="0010013E"/>
    <w:rsid w:val="0010419B"/>
    <w:rsid w:val="001041E1"/>
    <w:rsid w:val="0010452C"/>
    <w:rsid w:val="00104935"/>
    <w:rsid w:val="001049A7"/>
    <w:rsid w:val="00106F15"/>
    <w:rsid w:val="00111EB4"/>
    <w:rsid w:val="00113899"/>
    <w:rsid w:val="00113BC1"/>
    <w:rsid w:val="0011444D"/>
    <w:rsid w:val="00115902"/>
    <w:rsid w:val="00117727"/>
    <w:rsid w:val="00117FAA"/>
    <w:rsid w:val="001223C8"/>
    <w:rsid w:val="0012481C"/>
    <w:rsid w:val="00125E7B"/>
    <w:rsid w:val="00126D06"/>
    <w:rsid w:val="0013197B"/>
    <w:rsid w:val="00137020"/>
    <w:rsid w:val="00140385"/>
    <w:rsid w:val="00140C88"/>
    <w:rsid w:val="00142E2E"/>
    <w:rsid w:val="00144670"/>
    <w:rsid w:val="00145A8C"/>
    <w:rsid w:val="00146B29"/>
    <w:rsid w:val="00150A09"/>
    <w:rsid w:val="00150BD6"/>
    <w:rsid w:val="00161390"/>
    <w:rsid w:val="00163EB3"/>
    <w:rsid w:val="00164CE8"/>
    <w:rsid w:val="00170737"/>
    <w:rsid w:val="001716C0"/>
    <w:rsid w:val="001719F3"/>
    <w:rsid w:val="0017280E"/>
    <w:rsid w:val="00174F80"/>
    <w:rsid w:val="001752AF"/>
    <w:rsid w:val="001765ED"/>
    <w:rsid w:val="00176732"/>
    <w:rsid w:val="00176909"/>
    <w:rsid w:val="001770D1"/>
    <w:rsid w:val="0017757F"/>
    <w:rsid w:val="001809BE"/>
    <w:rsid w:val="00180F88"/>
    <w:rsid w:val="001813B3"/>
    <w:rsid w:val="00183965"/>
    <w:rsid w:val="00183E16"/>
    <w:rsid w:val="00185104"/>
    <w:rsid w:val="0018557D"/>
    <w:rsid w:val="00185862"/>
    <w:rsid w:val="00185C4C"/>
    <w:rsid w:val="00185F81"/>
    <w:rsid w:val="001875F8"/>
    <w:rsid w:val="001967A2"/>
    <w:rsid w:val="00197C52"/>
    <w:rsid w:val="001A0662"/>
    <w:rsid w:val="001A2A0A"/>
    <w:rsid w:val="001A337A"/>
    <w:rsid w:val="001A3F57"/>
    <w:rsid w:val="001A5412"/>
    <w:rsid w:val="001A5FF9"/>
    <w:rsid w:val="001A75AF"/>
    <w:rsid w:val="001B0781"/>
    <w:rsid w:val="001B1F65"/>
    <w:rsid w:val="001B3315"/>
    <w:rsid w:val="001B5001"/>
    <w:rsid w:val="001B63A2"/>
    <w:rsid w:val="001B6BA2"/>
    <w:rsid w:val="001C02C8"/>
    <w:rsid w:val="001C05B9"/>
    <w:rsid w:val="001C16A8"/>
    <w:rsid w:val="001C1802"/>
    <w:rsid w:val="001C3B57"/>
    <w:rsid w:val="001C4CB2"/>
    <w:rsid w:val="001C5626"/>
    <w:rsid w:val="001C6854"/>
    <w:rsid w:val="001C6870"/>
    <w:rsid w:val="001C7387"/>
    <w:rsid w:val="001C7458"/>
    <w:rsid w:val="001C760A"/>
    <w:rsid w:val="001D0F6C"/>
    <w:rsid w:val="001D4225"/>
    <w:rsid w:val="001D61FD"/>
    <w:rsid w:val="001D6CFA"/>
    <w:rsid w:val="001D7A64"/>
    <w:rsid w:val="001E3051"/>
    <w:rsid w:val="001E4A70"/>
    <w:rsid w:val="001E6FB5"/>
    <w:rsid w:val="001F0439"/>
    <w:rsid w:val="001F1EFF"/>
    <w:rsid w:val="001F692F"/>
    <w:rsid w:val="001F6D92"/>
    <w:rsid w:val="00200734"/>
    <w:rsid w:val="002025DD"/>
    <w:rsid w:val="0020460C"/>
    <w:rsid w:val="0020693D"/>
    <w:rsid w:val="002105FF"/>
    <w:rsid w:val="002113FF"/>
    <w:rsid w:val="00211BA1"/>
    <w:rsid w:val="00213062"/>
    <w:rsid w:val="00216635"/>
    <w:rsid w:val="00216F4E"/>
    <w:rsid w:val="00217216"/>
    <w:rsid w:val="00220882"/>
    <w:rsid w:val="002217FA"/>
    <w:rsid w:val="0022426F"/>
    <w:rsid w:val="00224403"/>
    <w:rsid w:val="00224875"/>
    <w:rsid w:val="00231045"/>
    <w:rsid w:val="00241598"/>
    <w:rsid w:val="00241CBC"/>
    <w:rsid w:val="00244780"/>
    <w:rsid w:val="002447E4"/>
    <w:rsid w:val="00245655"/>
    <w:rsid w:val="0025063E"/>
    <w:rsid w:val="00255CD3"/>
    <w:rsid w:val="00255E60"/>
    <w:rsid w:val="00257FEC"/>
    <w:rsid w:val="00260248"/>
    <w:rsid w:val="002622C7"/>
    <w:rsid w:val="00264362"/>
    <w:rsid w:val="002656EE"/>
    <w:rsid w:val="00267153"/>
    <w:rsid w:val="0027043E"/>
    <w:rsid w:val="002712CA"/>
    <w:rsid w:val="00271591"/>
    <w:rsid w:val="00271C62"/>
    <w:rsid w:val="00273241"/>
    <w:rsid w:val="00275129"/>
    <w:rsid w:val="00276058"/>
    <w:rsid w:val="00276268"/>
    <w:rsid w:val="00280552"/>
    <w:rsid w:val="00282637"/>
    <w:rsid w:val="00283B8E"/>
    <w:rsid w:val="002867AC"/>
    <w:rsid w:val="00286A2E"/>
    <w:rsid w:val="002874F6"/>
    <w:rsid w:val="002877F4"/>
    <w:rsid w:val="002947A8"/>
    <w:rsid w:val="0029608A"/>
    <w:rsid w:val="002977FE"/>
    <w:rsid w:val="002A0B78"/>
    <w:rsid w:val="002A1B49"/>
    <w:rsid w:val="002A300D"/>
    <w:rsid w:val="002A5491"/>
    <w:rsid w:val="002A55D4"/>
    <w:rsid w:val="002A6D27"/>
    <w:rsid w:val="002A6D92"/>
    <w:rsid w:val="002B4A8A"/>
    <w:rsid w:val="002B586A"/>
    <w:rsid w:val="002B5DBD"/>
    <w:rsid w:val="002C1707"/>
    <w:rsid w:val="002C1C87"/>
    <w:rsid w:val="002C2308"/>
    <w:rsid w:val="002C2C0A"/>
    <w:rsid w:val="002C6538"/>
    <w:rsid w:val="002D05C8"/>
    <w:rsid w:val="002D170A"/>
    <w:rsid w:val="002D222B"/>
    <w:rsid w:val="002D2BF8"/>
    <w:rsid w:val="002D3299"/>
    <w:rsid w:val="002D4141"/>
    <w:rsid w:val="002D6AC5"/>
    <w:rsid w:val="002E29E3"/>
    <w:rsid w:val="002E34BA"/>
    <w:rsid w:val="002E3EAE"/>
    <w:rsid w:val="002E51FA"/>
    <w:rsid w:val="002E53F9"/>
    <w:rsid w:val="002F0E8A"/>
    <w:rsid w:val="002F0F9E"/>
    <w:rsid w:val="002F2EA3"/>
    <w:rsid w:val="002F2FC5"/>
    <w:rsid w:val="002F6151"/>
    <w:rsid w:val="00301474"/>
    <w:rsid w:val="00303CFB"/>
    <w:rsid w:val="003049A0"/>
    <w:rsid w:val="00307289"/>
    <w:rsid w:val="00312505"/>
    <w:rsid w:val="003142AB"/>
    <w:rsid w:val="003212DC"/>
    <w:rsid w:val="00321958"/>
    <w:rsid w:val="00327A4A"/>
    <w:rsid w:val="00330238"/>
    <w:rsid w:val="0033127D"/>
    <w:rsid w:val="00333B38"/>
    <w:rsid w:val="00335B8C"/>
    <w:rsid w:val="00341ED3"/>
    <w:rsid w:val="0034289C"/>
    <w:rsid w:val="00342A96"/>
    <w:rsid w:val="003440AF"/>
    <w:rsid w:val="003445C6"/>
    <w:rsid w:val="0034531F"/>
    <w:rsid w:val="003458B8"/>
    <w:rsid w:val="00345900"/>
    <w:rsid w:val="00351BE8"/>
    <w:rsid w:val="00353AF9"/>
    <w:rsid w:val="00353D98"/>
    <w:rsid w:val="00353EEB"/>
    <w:rsid w:val="00355B43"/>
    <w:rsid w:val="003575BD"/>
    <w:rsid w:val="0036206F"/>
    <w:rsid w:val="00362840"/>
    <w:rsid w:val="00362F71"/>
    <w:rsid w:val="00363FD7"/>
    <w:rsid w:val="003712A2"/>
    <w:rsid w:val="003730CB"/>
    <w:rsid w:val="00373604"/>
    <w:rsid w:val="003742BF"/>
    <w:rsid w:val="003746AC"/>
    <w:rsid w:val="0038069C"/>
    <w:rsid w:val="0038082A"/>
    <w:rsid w:val="0038300A"/>
    <w:rsid w:val="00383B17"/>
    <w:rsid w:val="0038480F"/>
    <w:rsid w:val="00384D4E"/>
    <w:rsid w:val="00384EA0"/>
    <w:rsid w:val="00393950"/>
    <w:rsid w:val="003A0A87"/>
    <w:rsid w:val="003A2E0A"/>
    <w:rsid w:val="003A3026"/>
    <w:rsid w:val="003A3A36"/>
    <w:rsid w:val="003A46F4"/>
    <w:rsid w:val="003A5452"/>
    <w:rsid w:val="003A6234"/>
    <w:rsid w:val="003A672C"/>
    <w:rsid w:val="003A6F83"/>
    <w:rsid w:val="003B43E2"/>
    <w:rsid w:val="003B4A53"/>
    <w:rsid w:val="003B56CD"/>
    <w:rsid w:val="003C100A"/>
    <w:rsid w:val="003C11BE"/>
    <w:rsid w:val="003C3B8D"/>
    <w:rsid w:val="003D57E1"/>
    <w:rsid w:val="003D63DA"/>
    <w:rsid w:val="003D791B"/>
    <w:rsid w:val="003E1229"/>
    <w:rsid w:val="003E1A44"/>
    <w:rsid w:val="003E3CCC"/>
    <w:rsid w:val="003E48DA"/>
    <w:rsid w:val="003E6255"/>
    <w:rsid w:val="003E7138"/>
    <w:rsid w:val="003E7B96"/>
    <w:rsid w:val="003F30E9"/>
    <w:rsid w:val="003F3B43"/>
    <w:rsid w:val="003F3F92"/>
    <w:rsid w:val="003F438C"/>
    <w:rsid w:val="0040017C"/>
    <w:rsid w:val="00401620"/>
    <w:rsid w:val="0040253C"/>
    <w:rsid w:val="00402F7F"/>
    <w:rsid w:val="00406BC3"/>
    <w:rsid w:val="004071FE"/>
    <w:rsid w:val="00407E6B"/>
    <w:rsid w:val="0041053D"/>
    <w:rsid w:val="0041380B"/>
    <w:rsid w:val="0041712F"/>
    <w:rsid w:val="00420890"/>
    <w:rsid w:val="00421111"/>
    <w:rsid w:val="004221B9"/>
    <w:rsid w:val="00422390"/>
    <w:rsid w:val="00423102"/>
    <w:rsid w:val="0042530C"/>
    <w:rsid w:val="00425368"/>
    <w:rsid w:val="004265FF"/>
    <w:rsid w:val="004273E6"/>
    <w:rsid w:val="0042744B"/>
    <w:rsid w:val="004300C9"/>
    <w:rsid w:val="00431578"/>
    <w:rsid w:val="0043179F"/>
    <w:rsid w:val="004319D7"/>
    <w:rsid w:val="00431B0C"/>
    <w:rsid w:val="00432B0B"/>
    <w:rsid w:val="004373A0"/>
    <w:rsid w:val="004443FA"/>
    <w:rsid w:val="004445A9"/>
    <w:rsid w:val="00445452"/>
    <w:rsid w:val="00446579"/>
    <w:rsid w:val="00450BFF"/>
    <w:rsid w:val="00451855"/>
    <w:rsid w:val="00453544"/>
    <w:rsid w:val="004544DE"/>
    <w:rsid w:val="0045560E"/>
    <w:rsid w:val="004565E7"/>
    <w:rsid w:val="00456F85"/>
    <w:rsid w:val="00457ACA"/>
    <w:rsid w:val="00457E60"/>
    <w:rsid w:val="00463DB6"/>
    <w:rsid w:val="0046495B"/>
    <w:rsid w:val="00466207"/>
    <w:rsid w:val="00466C93"/>
    <w:rsid w:val="0047202B"/>
    <w:rsid w:val="0047232D"/>
    <w:rsid w:val="00474A65"/>
    <w:rsid w:val="00482348"/>
    <w:rsid w:val="00482609"/>
    <w:rsid w:val="0048666C"/>
    <w:rsid w:val="00490F12"/>
    <w:rsid w:val="00490FE9"/>
    <w:rsid w:val="00492F7C"/>
    <w:rsid w:val="00494BFE"/>
    <w:rsid w:val="00496DB3"/>
    <w:rsid w:val="004A01E7"/>
    <w:rsid w:val="004A057B"/>
    <w:rsid w:val="004A21CD"/>
    <w:rsid w:val="004A2D0F"/>
    <w:rsid w:val="004A2DEE"/>
    <w:rsid w:val="004A4481"/>
    <w:rsid w:val="004A5BF3"/>
    <w:rsid w:val="004A6790"/>
    <w:rsid w:val="004A77EF"/>
    <w:rsid w:val="004B1BDC"/>
    <w:rsid w:val="004B2978"/>
    <w:rsid w:val="004B45BC"/>
    <w:rsid w:val="004B4794"/>
    <w:rsid w:val="004B4883"/>
    <w:rsid w:val="004B693A"/>
    <w:rsid w:val="004B71B7"/>
    <w:rsid w:val="004C0661"/>
    <w:rsid w:val="004C11B9"/>
    <w:rsid w:val="004C1566"/>
    <w:rsid w:val="004C1759"/>
    <w:rsid w:val="004C371E"/>
    <w:rsid w:val="004C56ED"/>
    <w:rsid w:val="004C57A0"/>
    <w:rsid w:val="004C6937"/>
    <w:rsid w:val="004D2A45"/>
    <w:rsid w:val="004D3EB6"/>
    <w:rsid w:val="004D54E8"/>
    <w:rsid w:val="004D638C"/>
    <w:rsid w:val="004D77E2"/>
    <w:rsid w:val="004D7821"/>
    <w:rsid w:val="004E1B85"/>
    <w:rsid w:val="004E1CEC"/>
    <w:rsid w:val="004E1D96"/>
    <w:rsid w:val="004E30F7"/>
    <w:rsid w:val="004E7E6C"/>
    <w:rsid w:val="004F0070"/>
    <w:rsid w:val="004F22E4"/>
    <w:rsid w:val="004F4C55"/>
    <w:rsid w:val="004F5BC4"/>
    <w:rsid w:val="004F7BEA"/>
    <w:rsid w:val="004F7FF4"/>
    <w:rsid w:val="00500E38"/>
    <w:rsid w:val="00501F02"/>
    <w:rsid w:val="00512166"/>
    <w:rsid w:val="00512A97"/>
    <w:rsid w:val="00521B89"/>
    <w:rsid w:val="005233F6"/>
    <w:rsid w:val="005303E0"/>
    <w:rsid w:val="005362FB"/>
    <w:rsid w:val="00540B76"/>
    <w:rsid w:val="005417C2"/>
    <w:rsid w:val="00546411"/>
    <w:rsid w:val="00550F0E"/>
    <w:rsid w:val="00551D83"/>
    <w:rsid w:val="0055361B"/>
    <w:rsid w:val="00555E4C"/>
    <w:rsid w:val="00560828"/>
    <w:rsid w:val="005630DB"/>
    <w:rsid w:val="00565C3D"/>
    <w:rsid w:val="00566631"/>
    <w:rsid w:val="005702BE"/>
    <w:rsid w:val="00573B35"/>
    <w:rsid w:val="00576E5D"/>
    <w:rsid w:val="00580D2E"/>
    <w:rsid w:val="00582190"/>
    <w:rsid w:val="00583BFE"/>
    <w:rsid w:val="005911E6"/>
    <w:rsid w:val="005911EE"/>
    <w:rsid w:val="005912E1"/>
    <w:rsid w:val="0059161B"/>
    <w:rsid w:val="00591DC0"/>
    <w:rsid w:val="005935A5"/>
    <w:rsid w:val="0059491E"/>
    <w:rsid w:val="0059682D"/>
    <w:rsid w:val="005A4BD0"/>
    <w:rsid w:val="005B0342"/>
    <w:rsid w:val="005B0A4F"/>
    <w:rsid w:val="005B1E30"/>
    <w:rsid w:val="005B5ED8"/>
    <w:rsid w:val="005C0303"/>
    <w:rsid w:val="005C290F"/>
    <w:rsid w:val="005C3A6A"/>
    <w:rsid w:val="005C7C9A"/>
    <w:rsid w:val="005D0942"/>
    <w:rsid w:val="005D3A44"/>
    <w:rsid w:val="005D574C"/>
    <w:rsid w:val="005E1C32"/>
    <w:rsid w:val="005E65BA"/>
    <w:rsid w:val="005F2D24"/>
    <w:rsid w:val="005F4759"/>
    <w:rsid w:val="005F6F4E"/>
    <w:rsid w:val="0060309F"/>
    <w:rsid w:val="00605A00"/>
    <w:rsid w:val="00606C61"/>
    <w:rsid w:val="00607791"/>
    <w:rsid w:val="00607B7E"/>
    <w:rsid w:val="006102C8"/>
    <w:rsid w:val="00610A39"/>
    <w:rsid w:val="00621392"/>
    <w:rsid w:val="00624167"/>
    <w:rsid w:val="00624665"/>
    <w:rsid w:val="0062571D"/>
    <w:rsid w:val="006316A2"/>
    <w:rsid w:val="00632AC0"/>
    <w:rsid w:val="00633239"/>
    <w:rsid w:val="00634A7C"/>
    <w:rsid w:val="006353A7"/>
    <w:rsid w:val="00640D96"/>
    <w:rsid w:val="00641F04"/>
    <w:rsid w:val="0064202B"/>
    <w:rsid w:val="006425BF"/>
    <w:rsid w:val="00642DA4"/>
    <w:rsid w:val="00643159"/>
    <w:rsid w:val="00644CA5"/>
    <w:rsid w:val="006475DE"/>
    <w:rsid w:val="00647939"/>
    <w:rsid w:val="00647CC6"/>
    <w:rsid w:val="00650168"/>
    <w:rsid w:val="006524BE"/>
    <w:rsid w:val="0065262E"/>
    <w:rsid w:val="006536F3"/>
    <w:rsid w:val="006542B2"/>
    <w:rsid w:val="00656124"/>
    <w:rsid w:val="00661990"/>
    <w:rsid w:val="00665330"/>
    <w:rsid w:val="00666B0C"/>
    <w:rsid w:val="00670054"/>
    <w:rsid w:val="0067084D"/>
    <w:rsid w:val="00670FEF"/>
    <w:rsid w:val="00671470"/>
    <w:rsid w:val="006749FB"/>
    <w:rsid w:val="00675BA5"/>
    <w:rsid w:val="00677F77"/>
    <w:rsid w:val="006805CF"/>
    <w:rsid w:val="00680D66"/>
    <w:rsid w:val="00681A06"/>
    <w:rsid w:val="006824A3"/>
    <w:rsid w:val="00690098"/>
    <w:rsid w:val="00690F98"/>
    <w:rsid w:val="006948A5"/>
    <w:rsid w:val="0069513C"/>
    <w:rsid w:val="00695C3E"/>
    <w:rsid w:val="00696989"/>
    <w:rsid w:val="006A09AB"/>
    <w:rsid w:val="006A35F6"/>
    <w:rsid w:val="006A7CEA"/>
    <w:rsid w:val="006B0A2F"/>
    <w:rsid w:val="006B20F4"/>
    <w:rsid w:val="006B23D5"/>
    <w:rsid w:val="006B34BE"/>
    <w:rsid w:val="006B407B"/>
    <w:rsid w:val="006B56EC"/>
    <w:rsid w:val="006B69BA"/>
    <w:rsid w:val="006B6B1E"/>
    <w:rsid w:val="006C04F1"/>
    <w:rsid w:val="006C10EB"/>
    <w:rsid w:val="006C1859"/>
    <w:rsid w:val="006C4A71"/>
    <w:rsid w:val="006C679A"/>
    <w:rsid w:val="006C7922"/>
    <w:rsid w:val="006D109C"/>
    <w:rsid w:val="006D2C9D"/>
    <w:rsid w:val="006E0833"/>
    <w:rsid w:val="006E0940"/>
    <w:rsid w:val="006E0AFE"/>
    <w:rsid w:val="006E1244"/>
    <w:rsid w:val="006E4484"/>
    <w:rsid w:val="006E68A3"/>
    <w:rsid w:val="006F1B49"/>
    <w:rsid w:val="006F40EA"/>
    <w:rsid w:val="006F5A44"/>
    <w:rsid w:val="006F7823"/>
    <w:rsid w:val="00701332"/>
    <w:rsid w:val="007033E0"/>
    <w:rsid w:val="00704DD0"/>
    <w:rsid w:val="0070519A"/>
    <w:rsid w:val="007052AA"/>
    <w:rsid w:val="007053F8"/>
    <w:rsid w:val="0070698D"/>
    <w:rsid w:val="007070A7"/>
    <w:rsid w:val="00711CD2"/>
    <w:rsid w:val="007134D5"/>
    <w:rsid w:val="007136FF"/>
    <w:rsid w:val="007144F6"/>
    <w:rsid w:val="007149C8"/>
    <w:rsid w:val="00714DAD"/>
    <w:rsid w:val="0071662A"/>
    <w:rsid w:val="00716935"/>
    <w:rsid w:val="00723533"/>
    <w:rsid w:val="007244C9"/>
    <w:rsid w:val="00724BB2"/>
    <w:rsid w:val="00725188"/>
    <w:rsid w:val="007251C4"/>
    <w:rsid w:val="00730526"/>
    <w:rsid w:val="0073125A"/>
    <w:rsid w:val="0073185B"/>
    <w:rsid w:val="00732360"/>
    <w:rsid w:val="0073249B"/>
    <w:rsid w:val="0074166F"/>
    <w:rsid w:val="007419CF"/>
    <w:rsid w:val="007422F9"/>
    <w:rsid w:val="0074759A"/>
    <w:rsid w:val="00747790"/>
    <w:rsid w:val="00747C86"/>
    <w:rsid w:val="00750D1C"/>
    <w:rsid w:val="007528CF"/>
    <w:rsid w:val="00753A60"/>
    <w:rsid w:val="00756EE3"/>
    <w:rsid w:val="00756FE2"/>
    <w:rsid w:val="00757BD1"/>
    <w:rsid w:val="0076248A"/>
    <w:rsid w:val="007639EA"/>
    <w:rsid w:val="00764725"/>
    <w:rsid w:val="00764840"/>
    <w:rsid w:val="00764C6E"/>
    <w:rsid w:val="007657F8"/>
    <w:rsid w:val="00766493"/>
    <w:rsid w:val="00771513"/>
    <w:rsid w:val="00772CD4"/>
    <w:rsid w:val="0077381B"/>
    <w:rsid w:val="0077568B"/>
    <w:rsid w:val="00777655"/>
    <w:rsid w:val="00782A2D"/>
    <w:rsid w:val="00783D51"/>
    <w:rsid w:val="007863D0"/>
    <w:rsid w:val="0079008B"/>
    <w:rsid w:val="0079074A"/>
    <w:rsid w:val="007938CD"/>
    <w:rsid w:val="00796615"/>
    <w:rsid w:val="00797278"/>
    <w:rsid w:val="007A210F"/>
    <w:rsid w:val="007A3461"/>
    <w:rsid w:val="007A3F92"/>
    <w:rsid w:val="007A48A9"/>
    <w:rsid w:val="007B0BF5"/>
    <w:rsid w:val="007B1839"/>
    <w:rsid w:val="007B1CDA"/>
    <w:rsid w:val="007B2DC9"/>
    <w:rsid w:val="007B2E62"/>
    <w:rsid w:val="007B317C"/>
    <w:rsid w:val="007B3EED"/>
    <w:rsid w:val="007B4ED6"/>
    <w:rsid w:val="007B504E"/>
    <w:rsid w:val="007C0642"/>
    <w:rsid w:val="007C131B"/>
    <w:rsid w:val="007C1CEE"/>
    <w:rsid w:val="007C1DFC"/>
    <w:rsid w:val="007C2D25"/>
    <w:rsid w:val="007C487F"/>
    <w:rsid w:val="007D33D0"/>
    <w:rsid w:val="007D3A2A"/>
    <w:rsid w:val="007E0827"/>
    <w:rsid w:val="007E0FD1"/>
    <w:rsid w:val="007E3430"/>
    <w:rsid w:val="007E6692"/>
    <w:rsid w:val="007E7628"/>
    <w:rsid w:val="007F2674"/>
    <w:rsid w:val="007F2900"/>
    <w:rsid w:val="007F32C0"/>
    <w:rsid w:val="007F3822"/>
    <w:rsid w:val="007F3915"/>
    <w:rsid w:val="007F4083"/>
    <w:rsid w:val="007F48CA"/>
    <w:rsid w:val="007F6EE0"/>
    <w:rsid w:val="0080015F"/>
    <w:rsid w:val="00800F4E"/>
    <w:rsid w:val="00802403"/>
    <w:rsid w:val="00802AD6"/>
    <w:rsid w:val="00802B95"/>
    <w:rsid w:val="00802BC0"/>
    <w:rsid w:val="00804844"/>
    <w:rsid w:val="00804DD4"/>
    <w:rsid w:val="0080686B"/>
    <w:rsid w:val="0080718C"/>
    <w:rsid w:val="00810E31"/>
    <w:rsid w:val="008111CF"/>
    <w:rsid w:val="0081164F"/>
    <w:rsid w:val="00811B58"/>
    <w:rsid w:val="0081431C"/>
    <w:rsid w:val="00814777"/>
    <w:rsid w:val="00816E07"/>
    <w:rsid w:val="00823B95"/>
    <w:rsid w:val="00825B48"/>
    <w:rsid w:val="0082695E"/>
    <w:rsid w:val="008302D0"/>
    <w:rsid w:val="008315AC"/>
    <w:rsid w:val="00833240"/>
    <w:rsid w:val="00834888"/>
    <w:rsid w:val="00836757"/>
    <w:rsid w:val="00836B8F"/>
    <w:rsid w:val="008371A1"/>
    <w:rsid w:val="00837E8F"/>
    <w:rsid w:val="00840595"/>
    <w:rsid w:val="00842442"/>
    <w:rsid w:val="00844905"/>
    <w:rsid w:val="00845BB5"/>
    <w:rsid w:val="00847549"/>
    <w:rsid w:val="00850C11"/>
    <w:rsid w:val="0085377F"/>
    <w:rsid w:val="00854BE0"/>
    <w:rsid w:val="00856B69"/>
    <w:rsid w:val="008572C2"/>
    <w:rsid w:val="00860746"/>
    <w:rsid w:val="00864E59"/>
    <w:rsid w:val="00865B11"/>
    <w:rsid w:val="00867BEA"/>
    <w:rsid w:val="00867D12"/>
    <w:rsid w:val="008729A9"/>
    <w:rsid w:val="00875123"/>
    <w:rsid w:val="00875569"/>
    <w:rsid w:val="008758ED"/>
    <w:rsid w:val="00876507"/>
    <w:rsid w:val="0088078C"/>
    <w:rsid w:val="008817ED"/>
    <w:rsid w:val="00884F0E"/>
    <w:rsid w:val="0088624B"/>
    <w:rsid w:val="008917F9"/>
    <w:rsid w:val="00891899"/>
    <w:rsid w:val="00891F10"/>
    <w:rsid w:val="00896FFB"/>
    <w:rsid w:val="00897467"/>
    <w:rsid w:val="008A048D"/>
    <w:rsid w:val="008A22E3"/>
    <w:rsid w:val="008A4979"/>
    <w:rsid w:val="008A63BE"/>
    <w:rsid w:val="008B3851"/>
    <w:rsid w:val="008B504A"/>
    <w:rsid w:val="008B5925"/>
    <w:rsid w:val="008C1CE4"/>
    <w:rsid w:val="008C39E1"/>
    <w:rsid w:val="008C5630"/>
    <w:rsid w:val="008C59D1"/>
    <w:rsid w:val="008C6CCC"/>
    <w:rsid w:val="008D2855"/>
    <w:rsid w:val="008D4D58"/>
    <w:rsid w:val="008D6229"/>
    <w:rsid w:val="008D6447"/>
    <w:rsid w:val="008D6CEE"/>
    <w:rsid w:val="008D7D4B"/>
    <w:rsid w:val="008E0F1F"/>
    <w:rsid w:val="008E1050"/>
    <w:rsid w:val="008E2006"/>
    <w:rsid w:val="008E2161"/>
    <w:rsid w:val="008E39BB"/>
    <w:rsid w:val="008E62EE"/>
    <w:rsid w:val="008E67EC"/>
    <w:rsid w:val="008E68F8"/>
    <w:rsid w:val="008F4B1F"/>
    <w:rsid w:val="008F52BB"/>
    <w:rsid w:val="008F7B42"/>
    <w:rsid w:val="008F7D8D"/>
    <w:rsid w:val="009024DF"/>
    <w:rsid w:val="00905B62"/>
    <w:rsid w:val="0090607D"/>
    <w:rsid w:val="009060AF"/>
    <w:rsid w:val="00907691"/>
    <w:rsid w:val="00910828"/>
    <w:rsid w:val="00911BD5"/>
    <w:rsid w:val="00911E76"/>
    <w:rsid w:val="009137C0"/>
    <w:rsid w:val="00913EBA"/>
    <w:rsid w:val="00914A33"/>
    <w:rsid w:val="0091634D"/>
    <w:rsid w:val="00917F30"/>
    <w:rsid w:val="00917FA9"/>
    <w:rsid w:val="00924D1E"/>
    <w:rsid w:val="009253B9"/>
    <w:rsid w:val="00926415"/>
    <w:rsid w:val="00926910"/>
    <w:rsid w:val="00927A69"/>
    <w:rsid w:val="00930302"/>
    <w:rsid w:val="00931CF5"/>
    <w:rsid w:val="00934865"/>
    <w:rsid w:val="00935CD3"/>
    <w:rsid w:val="00936F21"/>
    <w:rsid w:val="00937273"/>
    <w:rsid w:val="00943A34"/>
    <w:rsid w:val="00944252"/>
    <w:rsid w:val="00947313"/>
    <w:rsid w:val="00951424"/>
    <w:rsid w:val="00953FA6"/>
    <w:rsid w:val="009550B7"/>
    <w:rsid w:val="009559A4"/>
    <w:rsid w:val="00957039"/>
    <w:rsid w:val="009570FC"/>
    <w:rsid w:val="00960D0B"/>
    <w:rsid w:val="0096295A"/>
    <w:rsid w:val="00962C6E"/>
    <w:rsid w:val="00966879"/>
    <w:rsid w:val="0096763D"/>
    <w:rsid w:val="0097125D"/>
    <w:rsid w:val="009731F8"/>
    <w:rsid w:val="0097352A"/>
    <w:rsid w:val="009740A8"/>
    <w:rsid w:val="00975988"/>
    <w:rsid w:val="0097734F"/>
    <w:rsid w:val="00977E7E"/>
    <w:rsid w:val="00980542"/>
    <w:rsid w:val="009812AB"/>
    <w:rsid w:val="00982789"/>
    <w:rsid w:val="0098318B"/>
    <w:rsid w:val="00985200"/>
    <w:rsid w:val="00986328"/>
    <w:rsid w:val="009923CE"/>
    <w:rsid w:val="0099360B"/>
    <w:rsid w:val="0099362A"/>
    <w:rsid w:val="0099397B"/>
    <w:rsid w:val="009952E6"/>
    <w:rsid w:val="009A05C6"/>
    <w:rsid w:val="009A13B2"/>
    <w:rsid w:val="009A18A2"/>
    <w:rsid w:val="009A2710"/>
    <w:rsid w:val="009A5F8E"/>
    <w:rsid w:val="009A68BE"/>
    <w:rsid w:val="009A781F"/>
    <w:rsid w:val="009B0787"/>
    <w:rsid w:val="009B0E77"/>
    <w:rsid w:val="009B19C5"/>
    <w:rsid w:val="009B2117"/>
    <w:rsid w:val="009B6F47"/>
    <w:rsid w:val="009C0881"/>
    <w:rsid w:val="009C0B12"/>
    <w:rsid w:val="009C44B9"/>
    <w:rsid w:val="009C48B2"/>
    <w:rsid w:val="009C4FC2"/>
    <w:rsid w:val="009C7F61"/>
    <w:rsid w:val="009D004A"/>
    <w:rsid w:val="009D43B6"/>
    <w:rsid w:val="009D4CD4"/>
    <w:rsid w:val="009D552E"/>
    <w:rsid w:val="009D6691"/>
    <w:rsid w:val="009E0EDC"/>
    <w:rsid w:val="009E2549"/>
    <w:rsid w:val="009E321A"/>
    <w:rsid w:val="009E5405"/>
    <w:rsid w:val="009E5A46"/>
    <w:rsid w:val="009E740B"/>
    <w:rsid w:val="009F01CA"/>
    <w:rsid w:val="009F04CE"/>
    <w:rsid w:val="009F0B84"/>
    <w:rsid w:val="009F26D4"/>
    <w:rsid w:val="009F5879"/>
    <w:rsid w:val="009F6D89"/>
    <w:rsid w:val="009F7516"/>
    <w:rsid w:val="00A0265B"/>
    <w:rsid w:val="00A03B6E"/>
    <w:rsid w:val="00A044C4"/>
    <w:rsid w:val="00A061E8"/>
    <w:rsid w:val="00A0759D"/>
    <w:rsid w:val="00A10851"/>
    <w:rsid w:val="00A137CD"/>
    <w:rsid w:val="00A16069"/>
    <w:rsid w:val="00A16756"/>
    <w:rsid w:val="00A20324"/>
    <w:rsid w:val="00A206F7"/>
    <w:rsid w:val="00A22E5C"/>
    <w:rsid w:val="00A30220"/>
    <w:rsid w:val="00A303B3"/>
    <w:rsid w:val="00A31ED4"/>
    <w:rsid w:val="00A33CE1"/>
    <w:rsid w:val="00A35C2C"/>
    <w:rsid w:val="00A41A54"/>
    <w:rsid w:val="00A42A78"/>
    <w:rsid w:val="00A4343C"/>
    <w:rsid w:val="00A457A6"/>
    <w:rsid w:val="00A46208"/>
    <w:rsid w:val="00A468A2"/>
    <w:rsid w:val="00A52164"/>
    <w:rsid w:val="00A540CE"/>
    <w:rsid w:val="00A54134"/>
    <w:rsid w:val="00A556E1"/>
    <w:rsid w:val="00A602DC"/>
    <w:rsid w:val="00A6240B"/>
    <w:rsid w:val="00A710A7"/>
    <w:rsid w:val="00A752B9"/>
    <w:rsid w:val="00A75B7D"/>
    <w:rsid w:val="00A77B58"/>
    <w:rsid w:val="00A80F28"/>
    <w:rsid w:val="00A83119"/>
    <w:rsid w:val="00A83AA5"/>
    <w:rsid w:val="00A83AE3"/>
    <w:rsid w:val="00A844A1"/>
    <w:rsid w:val="00A87F54"/>
    <w:rsid w:val="00A90B8E"/>
    <w:rsid w:val="00A911F7"/>
    <w:rsid w:val="00A91D07"/>
    <w:rsid w:val="00A925A5"/>
    <w:rsid w:val="00A92951"/>
    <w:rsid w:val="00A94D24"/>
    <w:rsid w:val="00A94FBB"/>
    <w:rsid w:val="00A967D7"/>
    <w:rsid w:val="00A9728D"/>
    <w:rsid w:val="00A97B3E"/>
    <w:rsid w:val="00AA14CE"/>
    <w:rsid w:val="00AA207D"/>
    <w:rsid w:val="00AA274B"/>
    <w:rsid w:val="00AB2CE0"/>
    <w:rsid w:val="00AB6597"/>
    <w:rsid w:val="00AC0062"/>
    <w:rsid w:val="00AC152D"/>
    <w:rsid w:val="00AC1E92"/>
    <w:rsid w:val="00AC3D2E"/>
    <w:rsid w:val="00AD2BD3"/>
    <w:rsid w:val="00AD460A"/>
    <w:rsid w:val="00AD46DA"/>
    <w:rsid w:val="00AD4F5E"/>
    <w:rsid w:val="00AD51D4"/>
    <w:rsid w:val="00AD6468"/>
    <w:rsid w:val="00AD7508"/>
    <w:rsid w:val="00AE2451"/>
    <w:rsid w:val="00AE2570"/>
    <w:rsid w:val="00AE28E6"/>
    <w:rsid w:val="00AE41DF"/>
    <w:rsid w:val="00AE442F"/>
    <w:rsid w:val="00AE5370"/>
    <w:rsid w:val="00AF20DD"/>
    <w:rsid w:val="00AF25E8"/>
    <w:rsid w:val="00AF2E31"/>
    <w:rsid w:val="00AF3AB7"/>
    <w:rsid w:val="00AF3BEA"/>
    <w:rsid w:val="00AF5000"/>
    <w:rsid w:val="00B030BE"/>
    <w:rsid w:val="00B04801"/>
    <w:rsid w:val="00B049E5"/>
    <w:rsid w:val="00B06FDA"/>
    <w:rsid w:val="00B137DD"/>
    <w:rsid w:val="00B1745C"/>
    <w:rsid w:val="00B17CFC"/>
    <w:rsid w:val="00B21361"/>
    <w:rsid w:val="00B2304D"/>
    <w:rsid w:val="00B2528F"/>
    <w:rsid w:val="00B300B6"/>
    <w:rsid w:val="00B301E7"/>
    <w:rsid w:val="00B303F6"/>
    <w:rsid w:val="00B3198E"/>
    <w:rsid w:val="00B3389F"/>
    <w:rsid w:val="00B34035"/>
    <w:rsid w:val="00B41FE7"/>
    <w:rsid w:val="00B434BD"/>
    <w:rsid w:val="00B44D8D"/>
    <w:rsid w:val="00B53FB6"/>
    <w:rsid w:val="00B55688"/>
    <w:rsid w:val="00B563F7"/>
    <w:rsid w:val="00B56647"/>
    <w:rsid w:val="00B56E0A"/>
    <w:rsid w:val="00B5729F"/>
    <w:rsid w:val="00B60BDE"/>
    <w:rsid w:val="00B637FB"/>
    <w:rsid w:val="00B67DD6"/>
    <w:rsid w:val="00B7285D"/>
    <w:rsid w:val="00B73E5B"/>
    <w:rsid w:val="00B7709C"/>
    <w:rsid w:val="00B773F0"/>
    <w:rsid w:val="00B842B7"/>
    <w:rsid w:val="00B852EF"/>
    <w:rsid w:val="00B86EFB"/>
    <w:rsid w:val="00B878B9"/>
    <w:rsid w:val="00B90629"/>
    <w:rsid w:val="00B9091B"/>
    <w:rsid w:val="00B91332"/>
    <w:rsid w:val="00B94707"/>
    <w:rsid w:val="00B961EA"/>
    <w:rsid w:val="00B97A42"/>
    <w:rsid w:val="00BA01BE"/>
    <w:rsid w:val="00BA1CA9"/>
    <w:rsid w:val="00BA2F36"/>
    <w:rsid w:val="00BA401A"/>
    <w:rsid w:val="00BB1359"/>
    <w:rsid w:val="00BB214D"/>
    <w:rsid w:val="00BB269B"/>
    <w:rsid w:val="00BB3C7D"/>
    <w:rsid w:val="00BB3CE6"/>
    <w:rsid w:val="00BB63C4"/>
    <w:rsid w:val="00BB6C31"/>
    <w:rsid w:val="00BB6D16"/>
    <w:rsid w:val="00BC321E"/>
    <w:rsid w:val="00BC52B8"/>
    <w:rsid w:val="00BC68FC"/>
    <w:rsid w:val="00BD0508"/>
    <w:rsid w:val="00BD7A69"/>
    <w:rsid w:val="00BE1DDE"/>
    <w:rsid w:val="00BE4954"/>
    <w:rsid w:val="00BE4D60"/>
    <w:rsid w:val="00BE6E0F"/>
    <w:rsid w:val="00BF2983"/>
    <w:rsid w:val="00C01849"/>
    <w:rsid w:val="00C02242"/>
    <w:rsid w:val="00C02C71"/>
    <w:rsid w:val="00C03330"/>
    <w:rsid w:val="00C041F7"/>
    <w:rsid w:val="00C06CD0"/>
    <w:rsid w:val="00C117B8"/>
    <w:rsid w:val="00C1196B"/>
    <w:rsid w:val="00C11C21"/>
    <w:rsid w:val="00C127CB"/>
    <w:rsid w:val="00C13EF2"/>
    <w:rsid w:val="00C148ED"/>
    <w:rsid w:val="00C15479"/>
    <w:rsid w:val="00C1593A"/>
    <w:rsid w:val="00C15DCA"/>
    <w:rsid w:val="00C20EA6"/>
    <w:rsid w:val="00C23348"/>
    <w:rsid w:val="00C236CF"/>
    <w:rsid w:val="00C24254"/>
    <w:rsid w:val="00C251C0"/>
    <w:rsid w:val="00C2521D"/>
    <w:rsid w:val="00C31540"/>
    <w:rsid w:val="00C316BB"/>
    <w:rsid w:val="00C32EA4"/>
    <w:rsid w:val="00C33BCB"/>
    <w:rsid w:val="00C35143"/>
    <w:rsid w:val="00C35154"/>
    <w:rsid w:val="00C408F0"/>
    <w:rsid w:val="00C4290A"/>
    <w:rsid w:val="00C43418"/>
    <w:rsid w:val="00C46128"/>
    <w:rsid w:val="00C4794F"/>
    <w:rsid w:val="00C47D1C"/>
    <w:rsid w:val="00C50EE1"/>
    <w:rsid w:val="00C50F01"/>
    <w:rsid w:val="00C5120D"/>
    <w:rsid w:val="00C53B7B"/>
    <w:rsid w:val="00C56CA8"/>
    <w:rsid w:val="00C61DE2"/>
    <w:rsid w:val="00C63A5F"/>
    <w:rsid w:val="00C65785"/>
    <w:rsid w:val="00C65CC2"/>
    <w:rsid w:val="00C66A50"/>
    <w:rsid w:val="00C66E24"/>
    <w:rsid w:val="00C67DF9"/>
    <w:rsid w:val="00C71121"/>
    <w:rsid w:val="00C752EF"/>
    <w:rsid w:val="00C753A3"/>
    <w:rsid w:val="00C77CCF"/>
    <w:rsid w:val="00C8240F"/>
    <w:rsid w:val="00C8426C"/>
    <w:rsid w:val="00C84CC4"/>
    <w:rsid w:val="00C87131"/>
    <w:rsid w:val="00C91475"/>
    <w:rsid w:val="00C91944"/>
    <w:rsid w:val="00C91974"/>
    <w:rsid w:val="00C92338"/>
    <w:rsid w:val="00C97175"/>
    <w:rsid w:val="00CA0E90"/>
    <w:rsid w:val="00CA2537"/>
    <w:rsid w:val="00CA499F"/>
    <w:rsid w:val="00CA4AA0"/>
    <w:rsid w:val="00CA6BEE"/>
    <w:rsid w:val="00CC0888"/>
    <w:rsid w:val="00CC0CD4"/>
    <w:rsid w:val="00CC16D9"/>
    <w:rsid w:val="00CC226C"/>
    <w:rsid w:val="00CC2749"/>
    <w:rsid w:val="00CC35F7"/>
    <w:rsid w:val="00CC3691"/>
    <w:rsid w:val="00CC369D"/>
    <w:rsid w:val="00CC3E07"/>
    <w:rsid w:val="00CC636C"/>
    <w:rsid w:val="00CC68C5"/>
    <w:rsid w:val="00CC72C2"/>
    <w:rsid w:val="00CC7652"/>
    <w:rsid w:val="00CC79EC"/>
    <w:rsid w:val="00CD03AA"/>
    <w:rsid w:val="00CD6D9A"/>
    <w:rsid w:val="00CE094C"/>
    <w:rsid w:val="00CE6146"/>
    <w:rsid w:val="00CF20CB"/>
    <w:rsid w:val="00CF3851"/>
    <w:rsid w:val="00CF663C"/>
    <w:rsid w:val="00CF72B8"/>
    <w:rsid w:val="00CF7C34"/>
    <w:rsid w:val="00D03C44"/>
    <w:rsid w:val="00D067ED"/>
    <w:rsid w:val="00D12E19"/>
    <w:rsid w:val="00D15B3E"/>
    <w:rsid w:val="00D23EF2"/>
    <w:rsid w:val="00D2455E"/>
    <w:rsid w:val="00D250E1"/>
    <w:rsid w:val="00D25C88"/>
    <w:rsid w:val="00D348A1"/>
    <w:rsid w:val="00D35C1D"/>
    <w:rsid w:val="00D36AA4"/>
    <w:rsid w:val="00D3736C"/>
    <w:rsid w:val="00D43CA5"/>
    <w:rsid w:val="00D45579"/>
    <w:rsid w:val="00D46390"/>
    <w:rsid w:val="00D469BC"/>
    <w:rsid w:val="00D53A8E"/>
    <w:rsid w:val="00D55F4E"/>
    <w:rsid w:val="00D56785"/>
    <w:rsid w:val="00D57045"/>
    <w:rsid w:val="00D61FE0"/>
    <w:rsid w:val="00D64413"/>
    <w:rsid w:val="00D6699D"/>
    <w:rsid w:val="00D674BC"/>
    <w:rsid w:val="00D71A99"/>
    <w:rsid w:val="00D71E80"/>
    <w:rsid w:val="00D75018"/>
    <w:rsid w:val="00D758AF"/>
    <w:rsid w:val="00D76A1A"/>
    <w:rsid w:val="00D76CA3"/>
    <w:rsid w:val="00D80B10"/>
    <w:rsid w:val="00D81EEB"/>
    <w:rsid w:val="00D823BC"/>
    <w:rsid w:val="00D83E6E"/>
    <w:rsid w:val="00D84BFB"/>
    <w:rsid w:val="00D84DE1"/>
    <w:rsid w:val="00D9351A"/>
    <w:rsid w:val="00D936C7"/>
    <w:rsid w:val="00D95556"/>
    <w:rsid w:val="00DA0EDB"/>
    <w:rsid w:val="00DA1779"/>
    <w:rsid w:val="00DA2B63"/>
    <w:rsid w:val="00DA2C07"/>
    <w:rsid w:val="00DA404E"/>
    <w:rsid w:val="00DB0830"/>
    <w:rsid w:val="00DB0962"/>
    <w:rsid w:val="00DB46B7"/>
    <w:rsid w:val="00DB5721"/>
    <w:rsid w:val="00DB7C93"/>
    <w:rsid w:val="00DC1372"/>
    <w:rsid w:val="00DC1598"/>
    <w:rsid w:val="00DC28A5"/>
    <w:rsid w:val="00DC2A94"/>
    <w:rsid w:val="00DC3C9D"/>
    <w:rsid w:val="00DC48CD"/>
    <w:rsid w:val="00DC6E05"/>
    <w:rsid w:val="00DC7C9D"/>
    <w:rsid w:val="00DD11F1"/>
    <w:rsid w:val="00DD1950"/>
    <w:rsid w:val="00DD4200"/>
    <w:rsid w:val="00DD5804"/>
    <w:rsid w:val="00DD58E2"/>
    <w:rsid w:val="00DD5AAE"/>
    <w:rsid w:val="00DD6632"/>
    <w:rsid w:val="00DD6B78"/>
    <w:rsid w:val="00DD777C"/>
    <w:rsid w:val="00DE054C"/>
    <w:rsid w:val="00DE1D93"/>
    <w:rsid w:val="00DE1EAE"/>
    <w:rsid w:val="00DE34C4"/>
    <w:rsid w:val="00DE4356"/>
    <w:rsid w:val="00DE4F8C"/>
    <w:rsid w:val="00DE70E6"/>
    <w:rsid w:val="00DE79B1"/>
    <w:rsid w:val="00DE7CCE"/>
    <w:rsid w:val="00DF48A8"/>
    <w:rsid w:val="00DF603F"/>
    <w:rsid w:val="00DF6848"/>
    <w:rsid w:val="00E009C4"/>
    <w:rsid w:val="00E01796"/>
    <w:rsid w:val="00E02DEF"/>
    <w:rsid w:val="00E06EC3"/>
    <w:rsid w:val="00E1002A"/>
    <w:rsid w:val="00E1111B"/>
    <w:rsid w:val="00E11B50"/>
    <w:rsid w:val="00E11C9F"/>
    <w:rsid w:val="00E14B5F"/>
    <w:rsid w:val="00E14B94"/>
    <w:rsid w:val="00E154CF"/>
    <w:rsid w:val="00E20CC5"/>
    <w:rsid w:val="00E22137"/>
    <w:rsid w:val="00E22553"/>
    <w:rsid w:val="00E26123"/>
    <w:rsid w:val="00E26847"/>
    <w:rsid w:val="00E272B7"/>
    <w:rsid w:val="00E33631"/>
    <w:rsid w:val="00E33D88"/>
    <w:rsid w:val="00E34EDB"/>
    <w:rsid w:val="00E40737"/>
    <w:rsid w:val="00E40C76"/>
    <w:rsid w:val="00E453E0"/>
    <w:rsid w:val="00E45DEE"/>
    <w:rsid w:val="00E4790F"/>
    <w:rsid w:val="00E47F13"/>
    <w:rsid w:val="00E50CDE"/>
    <w:rsid w:val="00E516DF"/>
    <w:rsid w:val="00E51D7B"/>
    <w:rsid w:val="00E526C6"/>
    <w:rsid w:val="00E52D66"/>
    <w:rsid w:val="00E538AD"/>
    <w:rsid w:val="00E543C3"/>
    <w:rsid w:val="00E54CF7"/>
    <w:rsid w:val="00E55E7D"/>
    <w:rsid w:val="00E5659B"/>
    <w:rsid w:val="00E61657"/>
    <w:rsid w:val="00E61AE1"/>
    <w:rsid w:val="00E61F57"/>
    <w:rsid w:val="00E61FCD"/>
    <w:rsid w:val="00E629CA"/>
    <w:rsid w:val="00E6621E"/>
    <w:rsid w:val="00E676DB"/>
    <w:rsid w:val="00E718B4"/>
    <w:rsid w:val="00E73E38"/>
    <w:rsid w:val="00E757DB"/>
    <w:rsid w:val="00E76C4B"/>
    <w:rsid w:val="00E8019B"/>
    <w:rsid w:val="00E806CD"/>
    <w:rsid w:val="00E8163A"/>
    <w:rsid w:val="00E81734"/>
    <w:rsid w:val="00E81F33"/>
    <w:rsid w:val="00E8308B"/>
    <w:rsid w:val="00E8354E"/>
    <w:rsid w:val="00E86190"/>
    <w:rsid w:val="00E876CC"/>
    <w:rsid w:val="00E90995"/>
    <w:rsid w:val="00E91815"/>
    <w:rsid w:val="00E91E53"/>
    <w:rsid w:val="00E93441"/>
    <w:rsid w:val="00E94775"/>
    <w:rsid w:val="00E96979"/>
    <w:rsid w:val="00E96B9E"/>
    <w:rsid w:val="00E97AFE"/>
    <w:rsid w:val="00E97D83"/>
    <w:rsid w:val="00EA058B"/>
    <w:rsid w:val="00EA0ACB"/>
    <w:rsid w:val="00EA136B"/>
    <w:rsid w:val="00EA13D2"/>
    <w:rsid w:val="00EA2C70"/>
    <w:rsid w:val="00EA4F20"/>
    <w:rsid w:val="00EA6265"/>
    <w:rsid w:val="00EA6FA6"/>
    <w:rsid w:val="00EA723B"/>
    <w:rsid w:val="00EA7608"/>
    <w:rsid w:val="00EA7F37"/>
    <w:rsid w:val="00EB2D06"/>
    <w:rsid w:val="00EB4114"/>
    <w:rsid w:val="00EC205B"/>
    <w:rsid w:val="00EC2278"/>
    <w:rsid w:val="00EC3B53"/>
    <w:rsid w:val="00EC5581"/>
    <w:rsid w:val="00EC7D2E"/>
    <w:rsid w:val="00ED0B80"/>
    <w:rsid w:val="00ED1D82"/>
    <w:rsid w:val="00EE1D5E"/>
    <w:rsid w:val="00EE4E7A"/>
    <w:rsid w:val="00EE5EFF"/>
    <w:rsid w:val="00EF14BE"/>
    <w:rsid w:val="00EF2A89"/>
    <w:rsid w:val="00EF2F8D"/>
    <w:rsid w:val="00EF3740"/>
    <w:rsid w:val="00EF4404"/>
    <w:rsid w:val="00EF4C41"/>
    <w:rsid w:val="00EF73E6"/>
    <w:rsid w:val="00F00D39"/>
    <w:rsid w:val="00F0518B"/>
    <w:rsid w:val="00F0521C"/>
    <w:rsid w:val="00F05622"/>
    <w:rsid w:val="00F06554"/>
    <w:rsid w:val="00F11F68"/>
    <w:rsid w:val="00F15ACC"/>
    <w:rsid w:val="00F16CEA"/>
    <w:rsid w:val="00F16ED8"/>
    <w:rsid w:val="00F17A81"/>
    <w:rsid w:val="00F22E4A"/>
    <w:rsid w:val="00F239FF"/>
    <w:rsid w:val="00F25CA7"/>
    <w:rsid w:val="00F3107B"/>
    <w:rsid w:val="00F31875"/>
    <w:rsid w:val="00F32B80"/>
    <w:rsid w:val="00F32FD1"/>
    <w:rsid w:val="00F40527"/>
    <w:rsid w:val="00F4385B"/>
    <w:rsid w:val="00F446F2"/>
    <w:rsid w:val="00F465D5"/>
    <w:rsid w:val="00F46736"/>
    <w:rsid w:val="00F472D2"/>
    <w:rsid w:val="00F47CF7"/>
    <w:rsid w:val="00F47D3A"/>
    <w:rsid w:val="00F53D28"/>
    <w:rsid w:val="00F53E6E"/>
    <w:rsid w:val="00F54490"/>
    <w:rsid w:val="00F55799"/>
    <w:rsid w:val="00F56A39"/>
    <w:rsid w:val="00F57338"/>
    <w:rsid w:val="00F5736A"/>
    <w:rsid w:val="00F609B4"/>
    <w:rsid w:val="00F61E9B"/>
    <w:rsid w:val="00F644E8"/>
    <w:rsid w:val="00F64FBF"/>
    <w:rsid w:val="00F65C9A"/>
    <w:rsid w:val="00F65D60"/>
    <w:rsid w:val="00F70EEC"/>
    <w:rsid w:val="00F71F32"/>
    <w:rsid w:val="00F72080"/>
    <w:rsid w:val="00F80EDD"/>
    <w:rsid w:val="00F81D6E"/>
    <w:rsid w:val="00F85479"/>
    <w:rsid w:val="00F90F44"/>
    <w:rsid w:val="00F9316D"/>
    <w:rsid w:val="00F97522"/>
    <w:rsid w:val="00F97F0D"/>
    <w:rsid w:val="00FA2C38"/>
    <w:rsid w:val="00FA5BC9"/>
    <w:rsid w:val="00FB04B3"/>
    <w:rsid w:val="00FB2876"/>
    <w:rsid w:val="00FB3745"/>
    <w:rsid w:val="00FB3756"/>
    <w:rsid w:val="00FB73E1"/>
    <w:rsid w:val="00FB777A"/>
    <w:rsid w:val="00FC0E6A"/>
    <w:rsid w:val="00FC2081"/>
    <w:rsid w:val="00FC210A"/>
    <w:rsid w:val="00FC3508"/>
    <w:rsid w:val="00FC36F9"/>
    <w:rsid w:val="00FC3BEC"/>
    <w:rsid w:val="00FC761F"/>
    <w:rsid w:val="00FD13EF"/>
    <w:rsid w:val="00FD1AD8"/>
    <w:rsid w:val="00FD2708"/>
    <w:rsid w:val="00FD4033"/>
    <w:rsid w:val="00FD4756"/>
    <w:rsid w:val="00FD54DA"/>
    <w:rsid w:val="00FD56BE"/>
    <w:rsid w:val="00FE0CDF"/>
    <w:rsid w:val="00FE0D5D"/>
    <w:rsid w:val="00FE1AAC"/>
    <w:rsid w:val="00FE22F5"/>
    <w:rsid w:val="00FE60CF"/>
    <w:rsid w:val="00FE73EE"/>
    <w:rsid w:val="00FF0D09"/>
    <w:rsid w:val="00FF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3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286</Words>
  <Characters>1636</Characters>
  <Application>Microsoft Office Word</Application>
  <DocSecurity>0</DocSecurity>
  <Lines>13</Lines>
  <Paragraphs>3</Paragraphs>
  <ScaleCrop>false</ScaleCrop>
  <Company>mycomputer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侯建树</dc:creator>
  <cp:lastModifiedBy>侯建树</cp:lastModifiedBy>
  <cp:revision>2</cp:revision>
  <dcterms:created xsi:type="dcterms:W3CDTF">2018-08-29T07:57:00Z</dcterms:created>
  <dcterms:modified xsi:type="dcterms:W3CDTF">2018-08-29T08:06:00Z</dcterms:modified>
</cp:coreProperties>
</file>